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DA" w:rsidRDefault="003414D3">
      <w:r>
        <w:rPr>
          <w:noProof/>
        </w:rPr>
        <w:drawing>
          <wp:inline distT="0" distB="0" distL="0" distR="0">
            <wp:extent cx="1930400" cy="3568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4D3" w:rsidRDefault="003414D3">
      <w:r>
        <w:rPr>
          <w:noProof/>
        </w:rPr>
        <w:drawing>
          <wp:inline distT="0" distB="0" distL="0" distR="0">
            <wp:extent cx="2362200" cy="35369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53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4D3" w:rsidRDefault="003414D3">
      <w:r>
        <w:t>If you were absent do p 270 #20 to #25</w:t>
      </w:r>
    </w:p>
    <w:p w:rsidR="003414D3" w:rsidRDefault="003414D3">
      <w:r>
        <w:t>And handout sheet 5(from practise naming sheet)</w:t>
      </w:r>
    </w:p>
    <w:sectPr w:rsidR="003414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characterSpacingControl w:val="doNotCompress"/>
  <w:compat/>
  <w:rsids>
    <w:rsidRoot w:val="003414D3"/>
    <w:rsid w:val="003414D3"/>
    <w:rsid w:val="00526FDA"/>
    <w:rsid w:val="00E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-ellen.sanford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dc:description/>
  <cp:lastModifiedBy>jo-ellen.sanford</cp:lastModifiedBy>
  <cp:revision>1</cp:revision>
  <dcterms:created xsi:type="dcterms:W3CDTF">2010-03-15T13:58:00Z</dcterms:created>
  <dcterms:modified xsi:type="dcterms:W3CDTF">2010-03-15T14:02:00Z</dcterms:modified>
</cp:coreProperties>
</file>